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64" w:rsidRPr="001710E6" w:rsidRDefault="00312E64" w:rsidP="001710E6">
      <w:pPr>
        <w:rPr>
          <w:rFonts w:ascii="方正小标宋_GBK" w:eastAsia="方正小标宋_GBK"/>
          <w:sz w:val="24"/>
          <w:szCs w:val="24"/>
        </w:rPr>
      </w:pPr>
      <w:bookmarkStart w:id="0" w:name="_GoBack"/>
      <w:r w:rsidRPr="001710E6">
        <w:rPr>
          <w:rFonts w:ascii="方正小标宋_GBK" w:eastAsia="方正小标宋_GBK" w:cs="方正小标宋_GBK" w:hint="eastAsia"/>
          <w:sz w:val="24"/>
          <w:szCs w:val="24"/>
        </w:rPr>
        <w:t>附件</w:t>
      </w:r>
      <w:r w:rsidRPr="001710E6">
        <w:rPr>
          <w:rFonts w:ascii="方正小标宋_GBK" w:eastAsia="方正小标宋_GBK" w:cs="方正小标宋_GBK"/>
          <w:sz w:val="24"/>
          <w:szCs w:val="24"/>
        </w:rPr>
        <w:t>4:</w:t>
      </w:r>
      <w:r>
        <w:rPr>
          <w:rFonts w:ascii="方正小标宋_GBK" w:eastAsia="方正小标宋_GBK" w:cs="方正小标宋_GBK"/>
          <w:sz w:val="36"/>
          <w:szCs w:val="36"/>
        </w:rPr>
        <w:t xml:space="preserve">  </w:t>
      </w:r>
      <w:r w:rsidRPr="001710E6">
        <w:rPr>
          <w:rFonts w:ascii="方正小标宋_GBK" w:eastAsia="方正小标宋_GBK" w:cs="方正小标宋_GBK" w:hint="eastAsia"/>
          <w:sz w:val="36"/>
          <w:szCs w:val="36"/>
        </w:rPr>
        <w:t>安徽省教师资格申请人员体检表（幼儿园）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297"/>
        <w:gridCol w:w="720"/>
        <w:gridCol w:w="540"/>
        <w:gridCol w:w="180"/>
        <w:gridCol w:w="900"/>
        <w:gridCol w:w="1440"/>
      </w:tblGrid>
      <w:tr w:rsidR="00312E64">
        <w:trPr>
          <w:trHeight w:val="765"/>
          <w:jc w:val="center"/>
        </w:trPr>
        <w:tc>
          <w:tcPr>
            <w:tcW w:w="804" w:type="dxa"/>
            <w:vAlign w:val="center"/>
          </w:tcPr>
          <w:bookmarkEnd w:id="0"/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312E64" w:rsidRDefault="00312E64">
            <w:pPr>
              <w:suppressAutoHyphens/>
              <w:ind w:left="75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婚否</w:t>
            </w:r>
          </w:p>
        </w:tc>
        <w:tc>
          <w:tcPr>
            <w:tcW w:w="720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12E64" w:rsidRDefault="00312E64" w:rsidP="00E4314A">
            <w:pPr>
              <w:suppressAutoHyphens/>
              <w:ind w:firstLineChars="100" w:firstLine="24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片</w:t>
            </w:r>
          </w:p>
        </w:tc>
      </w:tr>
      <w:tr w:rsidR="00312E64">
        <w:trPr>
          <w:trHeight w:val="765"/>
          <w:jc w:val="center"/>
        </w:trPr>
        <w:tc>
          <w:tcPr>
            <w:tcW w:w="804" w:type="dxa"/>
            <w:vAlign w:val="center"/>
          </w:tcPr>
          <w:p w:rsidR="00312E64" w:rsidRPr="00107DB7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 w:rsidR="00312E64" w:rsidRPr="00107DB7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 w:rsidR="00312E64" w:rsidRPr="00107DB7" w:rsidRDefault="00312E64">
            <w:pPr>
              <w:suppressAutoHyphens/>
              <w:jc w:val="center"/>
              <w:rPr>
                <w:rFonts w:ascii="仿宋_GB2312" w:eastAsia="仿宋_GB2312" w:hAnsi="Calibri"/>
                <w:bCs/>
                <w:sz w:val="24"/>
                <w:szCs w:val="24"/>
              </w:rPr>
            </w:pPr>
            <w:r w:rsidRPr="00107DB7">
              <w:rPr>
                <w:rFonts w:ascii="仿宋_GB2312" w:eastAsia="仿宋_GB2312" w:cs="仿宋_GB2312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616" w:type="dxa"/>
            <w:gridSpan w:val="7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1080" w:type="dxa"/>
            <w:gridSpan w:val="2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7C7C11">
        <w:trPr>
          <w:trHeight w:val="1045"/>
          <w:jc w:val="center"/>
        </w:trPr>
        <w:tc>
          <w:tcPr>
            <w:tcW w:w="1989" w:type="dxa"/>
            <w:gridSpan w:val="2"/>
            <w:vAlign w:val="center"/>
          </w:tcPr>
          <w:p w:rsidR="00312E64" w:rsidRDefault="00312E64" w:rsidP="006640C6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既往病史（本人</w:t>
            </w:r>
          </w:p>
          <w:p w:rsidR="00312E64" w:rsidRDefault="00312E64" w:rsidP="006640C6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7C7C11">
        <w:trPr>
          <w:trHeight w:val="639"/>
          <w:jc w:val="center"/>
        </w:trPr>
        <w:tc>
          <w:tcPr>
            <w:tcW w:w="804" w:type="dxa"/>
            <w:vMerge w:val="restart"/>
            <w:vAlign w:val="center"/>
          </w:tcPr>
          <w:p w:rsidR="00312E64" w:rsidRDefault="00312E64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五</w:t>
            </w: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官</w:t>
            </w: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矫正视力</w:t>
            </w:r>
          </w:p>
        </w:tc>
        <w:tc>
          <w:tcPr>
            <w:tcW w:w="1387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:rsidR="00312E64" w:rsidRDefault="00312E64" w:rsidP="007C7C11">
            <w:pPr>
              <w:widowControl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矫正度数</w:t>
            </w:r>
          </w:p>
        </w:tc>
        <w:tc>
          <w:tcPr>
            <w:tcW w:w="1080" w:type="dxa"/>
            <w:gridSpan w:val="2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 w:rsidR="00312E64" w:rsidRDefault="00312E64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 w:rsidTr="007C7C11">
        <w:trPr>
          <w:trHeight w:val="578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200" w:type="dxa"/>
            <w:gridSpan w:val="4"/>
            <w:vMerge/>
            <w:tcBorders>
              <w:left w:val="nil"/>
            </w:tcBorders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600" w:type="dxa"/>
            <w:gridSpan w:val="2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</w:t>
            </w: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87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眼病</w:t>
            </w:r>
          </w:p>
        </w:tc>
        <w:tc>
          <w:tcPr>
            <w:tcW w:w="2340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765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 w:rsidR="00312E64" w:rsidRDefault="00312E64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左耳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3368" w:type="dxa"/>
            <w:gridSpan w:val="7"/>
            <w:vAlign w:val="center"/>
          </w:tcPr>
          <w:p w:rsidR="00312E64" w:rsidRDefault="00312E64" w:rsidP="00E4314A">
            <w:pPr>
              <w:suppressAutoHyphens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右耳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米</w:t>
            </w: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EF4D20">
        <w:trPr>
          <w:trHeight w:val="534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 w:rsidR="00312E64" w:rsidRDefault="00312E64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 w:rsidR="00312E64" w:rsidRDefault="00312E64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EF4D20">
        <w:trPr>
          <w:trHeight w:val="576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EF4D20">
        <w:trPr>
          <w:trHeight w:val="590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7C7C11">
        <w:trPr>
          <w:trHeight w:val="734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EF4D20">
        <w:trPr>
          <w:trHeight w:val="590"/>
          <w:jc w:val="center"/>
        </w:trPr>
        <w:tc>
          <w:tcPr>
            <w:tcW w:w="804" w:type="dxa"/>
            <w:vMerge w:val="restart"/>
            <w:vAlign w:val="center"/>
          </w:tcPr>
          <w:p w:rsidR="00312E64" w:rsidRDefault="00312E64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外</w:t>
            </w: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Cm</w:t>
            </w: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 w:rsidP="00E4314A">
            <w:pPr>
              <w:suppressAutoHyphens/>
              <w:ind w:firstLineChars="800" w:firstLine="192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Kg</w:t>
            </w:r>
          </w:p>
        </w:tc>
        <w:tc>
          <w:tcPr>
            <w:tcW w:w="1440" w:type="dxa"/>
            <w:vMerge w:val="restart"/>
          </w:tcPr>
          <w:p w:rsidR="00312E64" w:rsidRDefault="00312E64">
            <w:pPr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suppressAutoHyphens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 w:rsidTr="00EF4D20">
        <w:trPr>
          <w:trHeight w:val="618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EF4D20">
        <w:trPr>
          <w:trHeight w:val="618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 w:rsidTr="007C7C11">
        <w:trPr>
          <w:trHeight w:val="694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1106"/>
          <w:jc w:val="center"/>
        </w:trPr>
        <w:tc>
          <w:tcPr>
            <w:tcW w:w="30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740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</w:tbl>
    <w:p w:rsidR="00312E64" w:rsidRDefault="00312E64" w:rsidP="00C354C7">
      <w:pPr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/>
          <w:sz w:val="24"/>
          <w:szCs w:val="24"/>
        </w:rPr>
        <w:t xml:space="preserve"> </w:t>
      </w:r>
      <w:r>
        <w:rPr>
          <w:rFonts w:ascii="仿宋_GB2312" w:eastAsia="仿宋_GB2312" w:cs="仿宋_GB2312" w:hint="eastAsia"/>
          <w:sz w:val="24"/>
          <w:szCs w:val="24"/>
        </w:rPr>
        <w:t>（粘贴检查单处）</w:t>
      </w:r>
    </w:p>
    <w:p w:rsidR="00312E64" w:rsidRDefault="00312E64" w:rsidP="00C354C7">
      <w:pPr>
        <w:rPr>
          <w:rFonts w:ascii="仿宋_GB2312" w:eastAsia="仿宋_GB2312" w:hAnsi="Calibr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4"/>
        <w:gridCol w:w="90"/>
        <w:gridCol w:w="636"/>
        <w:gridCol w:w="1271"/>
        <w:gridCol w:w="5385"/>
        <w:gridCol w:w="1440"/>
      </w:tblGrid>
      <w:tr w:rsidR="00312E64">
        <w:trPr>
          <w:trHeight w:val="567"/>
          <w:jc w:val="center"/>
        </w:trPr>
        <w:tc>
          <w:tcPr>
            <w:tcW w:w="804" w:type="dxa"/>
            <w:vMerge w:val="restart"/>
            <w:vAlign w:val="center"/>
          </w:tcPr>
          <w:p w:rsidR="00312E64" w:rsidRDefault="00312E64">
            <w:pPr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内</w:t>
            </w: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>
            <w:pPr>
              <w:suppressAutoHyphens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 w:val="restart"/>
          </w:tcPr>
          <w:p w:rsidR="00312E64" w:rsidRDefault="00312E64" w:rsidP="006640C6">
            <w:pPr>
              <w:spacing w:line="440" w:lineRule="exac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312E64" w:rsidRDefault="00312E64" w:rsidP="006640C6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医师意见：</w:t>
            </w:r>
          </w:p>
          <w:p w:rsidR="00312E64" w:rsidRDefault="00312E64" w:rsidP="006640C6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 w:rsidP="006640C6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312E64" w:rsidRDefault="00312E64" w:rsidP="006640C6">
            <w:pPr>
              <w:widowControl/>
              <w:suppressAutoHyphens/>
              <w:spacing w:line="440" w:lineRule="exac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312E64" w:rsidRDefault="00312E64" w:rsidP="006640C6">
            <w:pPr>
              <w:widowControl/>
              <w:suppressAutoHyphens/>
              <w:spacing w:line="440" w:lineRule="exact"/>
              <w:jc w:val="left"/>
              <w:rPr>
                <w:rFonts w:ascii="仿宋_GB2312" w:eastAsia="仿宋_GB2312" w:cs="仿宋_GB2312"/>
                <w:sz w:val="24"/>
                <w:szCs w:val="24"/>
              </w:rPr>
            </w:pPr>
          </w:p>
          <w:p w:rsidR="00312E64" w:rsidRDefault="00312E64" w:rsidP="006640C6">
            <w:pPr>
              <w:widowControl/>
              <w:suppressAutoHyphens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压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ind w:firstLineChars="100" w:firstLine="240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67"/>
          <w:jc w:val="center"/>
        </w:trPr>
        <w:tc>
          <w:tcPr>
            <w:tcW w:w="2801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21"/>
          <w:jc w:val="center"/>
        </w:trPr>
        <w:tc>
          <w:tcPr>
            <w:tcW w:w="2801" w:type="dxa"/>
            <w:vMerge/>
            <w:vAlign w:val="center"/>
          </w:tcPr>
          <w:p w:rsidR="00312E64" w:rsidRDefault="00312E64">
            <w:pPr>
              <w:widowControl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67"/>
          <w:jc w:val="center"/>
        </w:trPr>
        <w:tc>
          <w:tcPr>
            <w:tcW w:w="2801" w:type="dxa"/>
            <w:gridSpan w:val="4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心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电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图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 w:rsidTr="007C7C11">
        <w:trPr>
          <w:trHeight w:val="525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hAnsi="Calibri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 w:val="restart"/>
            <w:vAlign w:val="center"/>
          </w:tcPr>
          <w:p w:rsidR="00312E64" w:rsidRDefault="00312E64" w:rsidP="006640C6">
            <w:pPr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312E64" w:rsidRPr="00EF4D20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EF4D20">
              <w:rPr>
                <w:rFonts w:ascii="仿宋_GB2312" w:eastAsia="仿宋_GB2312" w:cs="仿宋_GB2312" w:hint="eastAsia"/>
                <w:sz w:val="24"/>
                <w:szCs w:val="24"/>
              </w:rPr>
              <w:t>外阴阴道假丝</w:t>
            </w:r>
          </w:p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1"/>
                <w:szCs w:val="21"/>
              </w:rPr>
            </w:pPr>
            <w:r w:rsidRPr="00EF4D20">
              <w:rPr>
                <w:rFonts w:ascii="仿宋_GB2312" w:eastAsia="仿宋_GB2312" w:cs="仿宋_GB2312" w:hint="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 w:rsidR="00312E64" w:rsidRPr="00EF4D20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</w:tr>
      <w:tr w:rsidR="00312E64">
        <w:trPr>
          <w:trHeight w:val="567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 w:rsidR="00312E64" w:rsidRDefault="00312E64" w:rsidP="006640C6">
            <w:pPr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实</w:t>
            </w:r>
          </w:p>
          <w:p w:rsidR="00312E64" w:rsidRDefault="00312E64" w:rsidP="006640C6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验</w:t>
            </w:r>
          </w:p>
          <w:p w:rsidR="00312E64" w:rsidRDefault="00312E64" w:rsidP="006640C6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</w:p>
          <w:p w:rsidR="00312E64" w:rsidRDefault="00312E64" w:rsidP="006640C6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检</w:t>
            </w:r>
          </w:p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>
        <w:trPr>
          <w:trHeight w:val="567"/>
          <w:jc w:val="center"/>
        </w:trPr>
        <w:tc>
          <w:tcPr>
            <w:tcW w:w="4798" w:type="dxa"/>
            <w:gridSpan w:val="2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淋球菌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 w:rsidTr="007C7C11">
        <w:trPr>
          <w:trHeight w:val="383"/>
          <w:jc w:val="center"/>
        </w:trPr>
        <w:tc>
          <w:tcPr>
            <w:tcW w:w="4798" w:type="dxa"/>
            <w:gridSpan w:val="2"/>
            <w:vMerge/>
            <w:vAlign w:val="center"/>
          </w:tcPr>
          <w:p w:rsidR="00312E64" w:rsidRDefault="00312E64" w:rsidP="006640C6">
            <w:pPr>
              <w:widowControl/>
              <w:spacing w:line="440" w:lineRule="exact"/>
              <w:jc w:val="left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 w:rsidTr="007C7C11">
        <w:trPr>
          <w:trHeight w:val="462"/>
          <w:jc w:val="center"/>
        </w:trPr>
        <w:tc>
          <w:tcPr>
            <w:tcW w:w="2801" w:type="dxa"/>
            <w:gridSpan w:val="4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胸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部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视</w:t>
            </w:r>
          </w:p>
        </w:tc>
        <w:tc>
          <w:tcPr>
            <w:tcW w:w="5385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312E64" w:rsidRDefault="00312E64" w:rsidP="006640C6">
            <w:pPr>
              <w:suppressAutoHyphens/>
              <w:spacing w:line="44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签名：</w:t>
            </w:r>
          </w:p>
        </w:tc>
      </w:tr>
      <w:tr w:rsidR="00312E64" w:rsidTr="006640C6">
        <w:trPr>
          <w:trHeight w:val="1051"/>
          <w:jc w:val="center"/>
        </w:trPr>
        <w:tc>
          <w:tcPr>
            <w:tcW w:w="1530" w:type="dxa"/>
            <w:gridSpan w:val="3"/>
            <w:vAlign w:val="center"/>
          </w:tcPr>
          <w:p w:rsidR="00312E64" w:rsidRDefault="00312E64" w:rsidP="006640C6">
            <w:pPr>
              <w:suppressAutoHyphens/>
              <w:spacing w:line="44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 w:rsidR="00312E64" w:rsidRDefault="00312E64" w:rsidP="006640C6">
            <w:pPr>
              <w:spacing w:line="440" w:lineRule="exact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</w:t>
            </w:r>
          </w:p>
          <w:p w:rsidR="00312E64" w:rsidRDefault="00312E64" w:rsidP="006640C6">
            <w:pPr>
              <w:spacing w:line="440" w:lineRule="exact"/>
              <w:ind w:firstLineChars="2250" w:firstLine="5400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负责医师签字：</w:t>
            </w:r>
          </w:p>
        </w:tc>
      </w:tr>
      <w:tr w:rsidR="00312E64" w:rsidTr="007C7C11">
        <w:trPr>
          <w:trHeight w:val="1266"/>
          <w:jc w:val="center"/>
        </w:trPr>
        <w:tc>
          <w:tcPr>
            <w:tcW w:w="1530" w:type="dxa"/>
            <w:gridSpan w:val="3"/>
            <w:vAlign w:val="center"/>
          </w:tcPr>
          <w:p w:rsidR="00312E64" w:rsidRDefault="00312E64">
            <w:pPr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</w:t>
            </w:r>
          </w:p>
          <w:p w:rsidR="00312E64" w:rsidRDefault="00312E64">
            <w:pPr>
              <w:suppressAutoHyphens/>
              <w:spacing w:line="520" w:lineRule="exact"/>
              <w:jc w:val="center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8096" w:type="dxa"/>
            <w:gridSpan w:val="3"/>
            <w:vAlign w:val="center"/>
          </w:tcPr>
          <w:p w:rsidR="00312E64" w:rsidRDefault="00312E64">
            <w:pPr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</w:p>
          <w:p w:rsidR="00312E64" w:rsidRDefault="00312E64">
            <w:pPr>
              <w:spacing w:line="52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体检医院公章</w:t>
            </w:r>
          </w:p>
          <w:p w:rsidR="00312E64" w:rsidRDefault="00312E64">
            <w:pPr>
              <w:suppressAutoHyphens/>
              <w:spacing w:line="520" w:lineRule="exact"/>
              <w:rPr>
                <w:rFonts w:ascii="仿宋_GB2312" w:eastAsia="仿宋_GB2312" w:hAnsi="Calibri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</w:tc>
      </w:tr>
    </w:tbl>
    <w:p w:rsidR="00312E64" w:rsidRPr="00C354C7" w:rsidRDefault="00312E64" w:rsidP="006640C6">
      <w:pPr>
        <w:suppressAutoHyphens/>
        <w:ind w:firstLineChars="100" w:firstLine="240"/>
      </w:pPr>
      <w:r w:rsidRPr="00EF4D20">
        <w:rPr>
          <w:rFonts w:ascii="方正黑体_GBK" w:eastAsia="方正黑体_GBK" w:cs="方正黑体_GBK" w:hint="eastAsia"/>
          <w:sz w:val="24"/>
          <w:szCs w:val="24"/>
        </w:rPr>
        <w:t>说明：</w:t>
      </w:r>
      <w:r w:rsidRPr="00EF4D20">
        <w:rPr>
          <w:rFonts w:ascii="仿宋_GB2312" w:eastAsia="仿宋_GB2312" w:cs="仿宋_GB2312" w:hint="eastAsia"/>
          <w:sz w:val="24"/>
          <w:szCs w:val="24"/>
        </w:rPr>
        <w:t>负责医师作体检结论要填写“合格”</w:t>
      </w:r>
      <w:r w:rsidRPr="00EF4D20">
        <w:rPr>
          <w:rFonts w:ascii="仿宋_GB2312" w:eastAsia="仿宋_GB2312" w:cs="仿宋_GB2312"/>
          <w:sz w:val="24"/>
          <w:szCs w:val="24"/>
        </w:rPr>
        <w:t xml:space="preserve"> </w:t>
      </w:r>
      <w:r w:rsidRPr="00EF4D20">
        <w:rPr>
          <w:rFonts w:ascii="仿宋_GB2312" w:eastAsia="仿宋_GB2312" w:cs="仿宋_GB2312" w:hint="eastAsia"/>
          <w:sz w:val="24"/>
          <w:szCs w:val="24"/>
        </w:rPr>
        <w:t>、“不合格“两种结论，并说明原因。</w:t>
      </w:r>
    </w:p>
    <w:sectPr w:rsidR="00312E64" w:rsidRPr="00C354C7" w:rsidSect="00EF4D20">
      <w:headerReference w:type="default" r:id="rId6"/>
      <w:footerReference w:type="default" r:id="rId7"/>
      <w:headerReference w:type="first" r:id="rId8"/>
      <w:pgSz w:w="11906" w:h="16838" w:code="9"/>
      <w:pgMar w:top="2041" w:right="1531" w:bottom="1701" w:left="1531" w:header="851" w:footer="1134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E64" w:rsidRDefault="00312E64">
      <w:r>
        <w:separator/>
      </w:r>
    </w:p>
  </w:endnote>
  <w:endnote w:type="continuationSeparator" w:id="0">
    <w:p w:rsidR="00312E64" w:rsidRDefault="00312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64" w:rsidRPr="00EF4D20" w:rsidRDefault="00312E64" w:rsidP="00746F3D">
    <w:pPr>
      <w:pStyle w:val="Footer"/>
      <w:framePr w:wrap="auto" w:vAnchor="text" w:hAnchor="margin" w:xAlign="outside" w:y="1"/>
      <w:rPr>
        <w:rStyle w:val="PageNumber"/>
        <w:rFonts w:ascii="方正仿宋_GBK"/>
        <w:sz w:val="28"/>
        <w:szCs w:val="28"/>
      </w:rPr>
    </w:pPr>
    <w:r w:rsidRPr="00EF4D20">
      <w:rPr>
        <w:rStyle w:val="PageNumber"/>
        <w:rFonts w:ascii="方正仿宋_GBK" w:cs="方正仿宋_GBK"/>
        <w:sz w:val="28"/>
        <w:szCs w:val="28"/>
      </w:rPr>
      <w:fldChar w:fldCharType="begin"/>
    </w:r>
    <w:r w:rsidRPr="00EF4D20">
      <w:rPr>
        <w:rStyle w:val="PageNumber"/>
        <w:rFonts w:ascii="方正仿宋_GBK" w:cs="方正仿宋_GBK"/>
        <w:sz w:val="28"/>
        <w:szCs w:val="28"/>
      </w:rPr>
      <w:instrText xml:space="preserve">PAGE  </w:instrText>
    </w:r>
    <w:r w:rsidRPr="00EF4D20">
      <w:rPr>
        <w:rStyle w:val="PageNumber"/>
        <w:rFonts w:ascii="方正仿宋_GBK" w:cs="方正仿宋_GBK"/>
        <w:sz w:val="28"/>
        <w:szCs w:val="28"/>
      </w:rPr>
      <w:fldChar w:fldCharType="separate"/>
    </w:r>
    <w:r>
      <w:rPr>
        <w:rStyle w:val="PageNumber"/>
        <w:rFonts w:ascii="方正仿宋_GBK" w:cs="方正仿宋_GBK"/>
        <w:noProof/>
        <w:sz w:val="28"/>
        <w:szCs w:val="28"/>
      </w:rPr>
      <w:t>- 2 -</w:t>
    </w:r>
    <w:r w:rsidRPr="00EF4D20">
      <w:rPr>
        <w:rStyle w:val="PageNumber"/>
        <w:rFonts w:ascii="方正仿宋_GBK" w:cs="方正仿宋_GBK"/>
        <w:sz w:val="28"/>
        <w:szCs w:val="28"/>
      </w:rPr>
      <w:fldChar w:fldCharType="end"/>
    </w:r>
  </w:p>
  <w:p w:rsidR="00312E64" w:rsidRDefault="00312E64" w:rsidP="00EF4D20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E64" w:rsidRDefault="00312E64">
      <w:r>
        <w:separator/>
      </w:r>
    </w:p>
  </w:footnote>
  <w:footnote w:type="continuationSeparator" w:id="0">
    <w:p w:rsidR="00312E64" w:rsidRDefault="00312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64" w:rsidRDefault="00312E64" w:rsidP="00EF4D20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64" w:rsidRDefault="00312E64" w:rsidP="00EF4D20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2A"/>
    <w:rsid w:val="000C463B"/>
    <w:rsid w:val="00107DB7"/>
    <w:rsid w:val="00140E6A"/>
    <w:rsid w:val="00170BC4"/>
    <w:rsid w:val="001710E6"/>
    <w:rsid w:val="00312E64"/>
    <w:rsid w:val="004E28E0"/>
    <w:rsid w:val="005531E8"/>
    <w:rsid w:val="00644D1C"/>
    <w:rsid w:val="006640C6"/>
    <w:rsid w:val="007000D6"/>
    <w:rsid w:val="00746F3D"/>
    <w:rsid w:val="007C7C11"/>
    <w:rsid w:val="00886E32"/>
    <w:rsid w:val="008C79D6"/>
    <w:rsid w:val="00A45D8C"/>
    <w:rsid w:val="00A71A93"/>
    <w:rsid w:val="00A84129"/>
    <w:rsid w:val="00C354C7"/>
    <w:rsid w:val="00C45D15"/>
    <w:rsid w:val="00C6057B"/>
    <w:rsid w:val="00E1292A"/>
    <w:rsid w:val="00E4314A"/>
    <w:rsid w:val="00E8238B"/>
    <w:rsid w:val="00E907E4"/>
    <w:rsid w:val="00EF4D20"/>
    <w:rsid w:val="00FC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4C7"/>
    <w:pPr>
      <w:widowControl w:val="0"/>
      <w:jc w:val="both"/>
    </w:pPr>
    <w:rPr>
      <w:rFonts w:ascii="Times New Roman" w:eastAsia="方正仿宋_GBK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4D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70BC4"/>
    <w:rPr>
      <w:rFonts w:ascii="Times New Roman" w:eastAsia="方正仿宋_GBK" w:hAnsi="Times New Roman" w:cs="Times New Roman"/>
      <w:sz w:val="18"/>
    </w:rPr>
  </w:style>
  <w:style w:type="paragraph" w:styleId="Footer">
    <w:name w:val="footer"/>
    <w:basedOn w:val="Normal"/>
    <w:link w:val="FooterChar"/>
    <w:uiPriority w:val="99"/>
    <w:rsid w:val="00EF4D2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0BC4"/>
    <w:rPr>
      <w:rFonts w:ascii="Times New Roman" w:eastAsia="方正仿宋_GBK" w:hAnsi="Times New Roman" w:cs="Times New Roman"/>
      <w:sz w:val="18"/>
    </w:rPr>
  </w:style>
  <w:style w:type="character" w:styleId="PageNumber">
    <w:name w:val="page number"/>
    <w:basedOn w:val="DefaultParagraphFont"/>
    <w:uiPriority w:val="99"/>
    <w:rsid w:val="00EF4D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83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117</Words>
  <Characters>671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李绍荃</dc:creator>
  <cp:keywords/>
  <dc:description/>
  <cp:lastModifiedBy>User</cp:lastModifiedBy>
  <cp:revision>15</cp:revision>
  <cp:lastPrinted>2016-09-12T03:12:00Z</cp:lastPrinted>
  <dcterms:created xsi:type="dcterms:W3CDTF">2016-09-12T03:23:00Z</dcterms:created>
  <dcterms:modified xsi:type="dcterms:W3CDTF">2017-04-20T01:55:00Z</dcterms:modified>
</cp:coreProperties>
</file>